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19A5F9D0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A1D23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1C3F76D1" w14:textId="45639C16" w:rsidR="00EA1D23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 w:rsidRPr="00EA1D23">
        <w:rPr>
          <w:rFonts w:eastAsia="Times New Roman" w:cs="Times New Roman"/>
          <w:lang w:eastAsia="cs-CZ"/>
        </w:rPr>
        <w:t xml:space="preserve">který podává nabídku na podlimitní </w:t>
      </w:r>
      <w:r w:rsidR="00EA1D23" w:rsidRPr="00EA1D23">
        <w:rPr>
          <w:rFonts w:eastAsia="Times New Roman" w:cs="Times New Roman"/>
          <w:lang w:eastAsia="cs-CZ"/>
        </w:rPr>
        <w:t>sektorovou veřejnou zakázku</w:t>
      </w:r>
      <w:r w:rsidRPr="00EA1D23">
        <w:rPr>
          <w:rFonts w:eastAsia="Times New Roman" w:cs="Times New Roman"/>
          <w:lang w:eastAsia="cs-CZ"/>
        </w:rPr>
        <w:t xml:space="preserve"> </w:t>
      </w:r>
      <w:r w:rsidR="00850D47" w:rsidRPr="00850D47">
        <w:rPr>
          <w:rFonts w:eastAsia="Times New Roman" w:cs="Times New Roman"/>
          <w:lang w:eastAsia="cs-CZ"/>
        </w:rPr>
        <w:t>na zhotovení projektu stavby a výkon autorského dozoru projektanta při realizaci stavby s názvem „</w:t>
      </w:r>
      <w:r w:rsidR="00850D47" w:rsidRPr="00850D47">
        <w:rPr>
          <w:rFonts w:eastAsia="Times New Roman" w:cs="Times New Roman"/>
          <w:b/>
          <w:lang w:eastAsia="cs-CZ"/>
        </w:rPr>
        <w:t>Oprava trati v úseku Louny - Radonice nad Ohří“</w:t>
      </w:r>
      <w:r w:rsidRPr="00EA1D23">
        <w:rPr>
          <w:rFonts w:eastAsia="Times New Roman" w:cs="Times New Roman"/>
          <w:b/>
          <w:lang w:eastAsia="cs-CZ"/>
        </w:rPr>
        <w:t xml:space="preserve">, </w:t>
      </w:r>
      <w:proofErr w:type="gramStart"/>
      <w:r w:rsidRPr="00EA1D23">
        <w:rPr>
          <w:rFonts w:eastAsia="Times New Roman" w:cs="Times New Roman"/>
          <w:lang w:eastAsia="cs-CZ"/>
        </w:rPr>
        <w:t>č.j.</w:t>
      </w:r>
      <w:proofErr w:type="gramEnd"/>
      <w:r w:rsidRPr="00EA1D23">
        <w:rPr>
          <w:rFonts w:eastAsia="Times New Roman" w:cs="Times New Roman"/>
          <w:lang w:eastAsia="cs-CZ"/>
        </w:rPr>
        <w:t xml:space="preserve"> </w:t>
      </w:r>
      <w:r w:rsidR="00391F4C">
        <w:rPr>
          <w:rFonts w:eastAsia="Times New Roman" w:cs="Times New Roman"/>
          <w:lang w:eastAsia="cs-CZ"/>
        </w:rPr>
        <w:t>20922</w:t>
      </w:r>
      <w:bookmarkStart w:id="0" w:name="_GoBack"/>
      <w:bookmarkEnd w:id="0"/>
      <w:r w:rsidR="00EA1D23" w:rsidRPr="00EA1D23">
        <w:rPr>
          <w:rFonts w:eastAsia="Times New Roman" w:cs="Times New Roman"/>
          <w:lang w:eastAsia="cs-CZ"/>
        </w:rPr>
        <w:t>/2020-SŽ-OŘ UNL-</w:t>
      </w:r>
      <w:r w:rsidR="00AC6939">
        <w:rPr>
          <w:rFonts w:eastAsia="Times New Roman" w:cs="Times New Roman"/>
          <w:lang w:eastAsia="cs-CZ"/>
        </w:rPr>
        <w:t>OVZ</w:t>
      </w:r>
      <w:r w:rsidRPr="00EA1D23">
        <w:rPr>
          <w:rFonts w:eastAsia="Times New Roman" w:cs="Times New Roman"/>
          <w:lang w:eastAsia="cs-CZ"/>
        </w:rPr>
        <w:t>, tímto čes</w:t>
      </w:r>
      <w:r w:rsidR="00850D47">
        <w:rPr>
          <w:rFonts w:eastAsia="Times New Roman" w:cs="Times New Roman"/>
          <w:lang w:eastAsia="cs-CZ"/>
        </w:rPr>
        <w:t>tně prohlašuje, že za posledních 5</w:t>
      </w:r>
      <w:r w:rsidR="00EA1D23" w:rsidRPr="00EA1D23">
        <w:rPr>
          <w:rFonts w:eastAsia="Times New Roman" w:cs="Times New Roman"/>
          <w:lang w:eastAsia="cs-CZ"/>
        </w:rPr>
        <w:t xml:space="preserve"> </w:t>
      </w:r>
      <w:r w:rsidR="00850D47">
        <w:rPr>
          <w:rFonts w:eastAsia="Times New Roman" w:cs="Times New Roman"/>
          <w:lang w:eastAsia="cs-CZ"/>
        </w:rPr>
        <w:t>let</w:t>
      </w:r>
      <w:r w:rsidRPr="00EA1D23">
        <w:rPr>
          <w:rFonts w:eastAsia="Times New Roman" w:cs="Times New Roman"/>
          <w:lang w:eastAsia="cs-CZ"/>
        </w:rPr>
        <w:t xml:space="preserve"> před zahájením zadávacího řízení poskytoval alespoň </w:t>
      </w:r>
      <w:r w:rsidR="00AC6939">
        <w:rPr>
          <w:rFonts w:eastAsia="Times New Roman" w:cs="Times New Roman"/>
          <w:lang w:eastAsia="cs-CZ"/>
        </w:rPr>
        <w:t>2 významné</w:t>
      </w:r>
      <w:r w:rsidR="003E21C4">
        <w:rPr>
          <w:rFonts w:eastAsia="Times New Roman" w:cs="Times New Roman"/>
          <w:lang w:eastAsia="cs-CZ"/>
        </w:rPr>
        <w:t xml:space="preserve"> služ</w:t>
      </w:r>
      <w:r w:rsidRPr="00EA1D23">
        <w:rPr>
          <w:rFonts w:eastAsia="Times New Roman" w:cs="Times New Roman"/>
          <w:lang w:eastAsia="cs-CZ"/>
        </w:rPr>
        <w:t>b</w:t>
      </w:r>
      <w:r w:rsidR="003E21C4">
        <w:rPr>
          <w:rFonts w:eastAsia="Times New Roman" w:cs="Times New Roman"/>
          <w:lang w:eastAsia="cs-CZ"/>
        </w:rPr>
        <w:t>y</w:t>
      </w:r>
      <w:r w:rsidR="00EA1D23" w:rsidRPr="00EA1D23">
        <w:rPr>
          <w:rFonts w:eastAsia="Times New Roman" w:cs="Times New Roman"/>
          <w:lang w:eastAsia="cs-CZ"/>
        </w:rPr>
        <w:t xml:space="preserve"> </w:t>
      </w:r>
      <w:r w:rsidR="00850D47">
        <w:rPr>
          <w:rFonts w:eastAsia="Times New Roman" w:cs="Times New Roman"/>
          <w:lang w:eastAsia="cs-CZ"/>
        </w:rPr>
        <w:t xml:space="preserve">(projektové práce) </w:t>
      </w:r>
      <w:r w:rsidR="00EA1D23" w:rsidRPr="00EA1D23">
        <w:rPr>
          <w:rFonts w:eastAsia="Times New Roman" w:cs="Times New Roman"/>
          <w:lang w:eastAsia="cs-CZ"/>
        </w:rPr>
        <w:t>definovaných v čl</w:t>
      </w:r>
      <w:r w:rsidR="00EA1D23" w:rsidRPr="00DA61D7">
        <w:rPr>
          <w:rFonts w:eastAsia="Times New Roman" w:cs="Times New Roman"/>
          <w:lang w:eastAsia="cs-CZ"/>
        </w:rPr>
        <w:t xml:space="preserve">. 6.5.1 </w:t>
      </w:r>
      <w:r w:rsidR="00EA1D23" w:rsidRPr="00EA1D23">
        <w:rPr>
          <w:rFonts w:eastAsia="Times New Roman" w:cs="Times New Roman"/>
          <w:lang w:eastAsia="cs-CZ"/>
        </w:rPr>
        <w:t xml:space="preserve">výzvy k podání nabídky </w:t>
      </w:r>
      <w:r w:rsidRPr="00EA1D23">
        <w:rPr>
          <w:rFonts w:eastAsia="Times New Roman" w:cs="Times New Roman"/>
          <w:lang w:eastAsia="cs-CZ"/>
        </w:rPr>
        <w:t xml:space="preserve">za každou hodnotě </w:t>
      </w:r>
      <w:r w:rsidR="00850D47" w:rsidRPr="00850D47">
        <w:rPr>
          <w:rFonts w:eastAsia="Times New Roman" w:cs="Times New Roman"/>
          <w:b/>
          <w:lang w:eastAsia="cs-CZ"/>
        </w:rPr>
        <w:t>min. 2</w:t>
      </w:r>
      <w:r w:rsidR="00EA1D23" w:rsidRPr="00850D47">
        <w:rPr>
          <w:rFonts w:eastAsia="Times New Roman" w:cs="Times New Roman"/>
          <w:b/>
          <w:lang w:eastAsia="cs-CZ"/>
        </w:rPr>
        <w:t xml:space="preserve"> mil</w:t>
      </w:r>
      <w:r w:rsidRPr="00850D47">
        <w:rPr>
          <w:rFonts w:eastAsia="Times New Roman" w:cs="Times New Roman"/>
          <w:b/>
          <w:lang w:eastAsia="cs-CZ"/>
        </w:rPr>
        <w:t xml:space="preserve"> Kč bez DPH.</w:t>
      </w:r>
    </w:p>
    <w:p w14:paraId="1DC2525D" w14:textId="4DC26127" w:rsidR="003C4FBB" w:rsidRDefault="007A5A4A" w:rsidP="003C4FBB">
      <w:pPr>
        <w:tabs>
          <w:tab w:val="num" w:pos="360"/>
        </w:tabs>
        <w:spacing w:after="0" w:line="240" w:lineRule="auto"/>
      </w:pPr>
      <w:r w:rsidRPr="007A5A4A">
        <w:t>Přílohou seznamu budou osvědčení objednatelů o řádném poskytnutí a dokončení služeb</w:t>
      </w:r>
      <w:r>
        <w:t>.</w:t>
      </w:r>
    </w:p>
    <w:p w14:paraId="3971F87F" w14:textId="77777777" w:rsidR="00A62FB0" w:rsidRPr="007A5A4A" w:rsidRDefault="00A62FB0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0C9DB84A" w14:textId="77777777" w:rsidR="00EA1D23" w:rsidRDefault="00EA1D23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  <w:p w14:paraId="42DE80AB" w14:textId="27680C04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19EE8D8A" w:rsidR="003C4FBB" w:rsidRDefault="003C4FBB" w:rsidP="00EA1D23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</w:t>
            </w:r>
            <w:r w:rsidR="00EA1D23">
              <w:rPr>
                <w:rFonts w:eastAsia="Times New Roman" w:cs="Times New Roman"/>
                <w:spacing w:val="-6"/>
                <w:lang w:eastAsia="cs-CZ"/>
              </w:rPr>
              <w:t>místo podnikání,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19B39626" w14:textId="77777777" w:rsidR="00EA1D23" w:rsidRDefault="00EA1D2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  <w:p w14:paraId="725CEF29" w14:textId="01A5BD72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EA1D2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služby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1993EA2D" w14:textId="77777777" w:rsidR="00EA1D23" w:rsidRDefault="00EA1D2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  <w:p w14:paraId="7C7B5C0A" w14:textId="41BC362C" w:rsidR="003C4FBB" w:rsidRDefault="003C4FBB" w:rsidP="00EA1D23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</w:t>
            </w:r>
            <w:r w:rsidR="00EA1D23">
              <w:rPr>
                <w:rFonts w:eastAsia="Times New Roman" w:cs="Times New Roman"/>
                <w:b/>
                <w:spacing w:val="-6"/>
                <w:lang w:eastAsia="cs-CZ"/>
              </w:rPr>
              <w:t>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3BD72F50" w14:textId="77777777" w:rsidR="00EA1D23" w:rsidRDefault="00EA1D2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3FD69E3C" w:rsidR="003C4FBB" w:rsidRPr="00850D47" w:rsidRDefault="00AC6939" w:rsidP="00850D47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850D47">
              <w:rPr>
                <w:rFonts w:eastAsia="Times New Roman" w:cs="Times New Roman"/>
                <w:b w:val="0"/>
                <w:spacing w:val="-6"/>
                <w:lang w:eastAsia="cs-CZ"/>
              </w:rPr>
              <w:t xml:space="preserve">(datum od-do, v rámci </w:t>
            </w:r>
            <w:r w:rsidR="00850D47">
              <w:rPr>
                <w:rFonts w:eastAsia="Times New Roman" w:cs="Times New Roman"/>
                <w:b w:val="0"/>
                <w:spacing w:val="-6"/>
                <w:lang w:eastAsia="cs-CZ"/>
              </w:rPr>
              <w:t>5</w:t>
            </w:r>
            <w:r w:rsidR="003C4FBB" w:rsidRPr="00850D47">
              <w:rPr>
                <w:rFonts w:eastAsia="Times New Roman" w:cs="Times New Roman"/>
                <w:b w:val="0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7A5A4A">
        <w:trPr>
          <w:trHeight w:val="7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A1D23" w14:paraId="1A070476" w14:textId="77777777" w:rsidTr="007A5A4A">
        <w:trPr>
          <w:trHeight w:val="8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1B156F7" w14:textId="77777777" w:rsidR="00EA1D23" w:rsidRDefault="00EA1D2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6B62211D" w14:textId="77777777" w:rsidR="00EA1D23" w:rsidRDefault="00EA1D23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E9D3824" w14:textId="77777777" w:rsidR="00EA1D23" w:rsidRDefault="00EA1D23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F986A" w14:textId="77777777" w:rsidR="00EA1D23" w:rsidRDefault="00EA1D23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F5907" w14:paraId="06269EA9" w14:textId="77777777" w:rsidTr="007A5A4A">
        <w:trPr>
          <w:trHeight w:val="7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5983DEA" w14:textId="77777777" w:rsidR="00BF5907" w:rsidRDefault="00BF590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5C8BF92C" w14:textId="77777777" w:rsidR="00BF5907" w:rsidRDefault="00BF590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00E2EB8C" w14:textId="77777777" w:rsidR="00BF5907" w:rsidRDefault="00BF590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3162E" w14:textId="77777777" w:rsidR="00BF5907" w:rsidRDefault="00BF590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F5907" w14:paraId="18965AF3" w14:textId="77777777" w:rsidTr="007A5A4A">
        <w:trPr>
          <w:trHeight w:val="7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2A15E00" w14:textId="77777777" w:rsidR="00BF5907" w:rsidRDefault="00BF590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539FE25B" w14:textId="77777777" w:rsidR="00BF5907" w:rsidRDefault="00BF590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37BB8FAB" w14:textId="77777777" w:rsidR="00BF5907" w:rsidRDefault="00BF5907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363BF" w14:textId="77777777" w:rsidR="00BF5907" w:rsidRDefault="00BF5907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7A5A4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6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6DEF159" w14:textId="77777777" w:rsidR="00EA1D23" w:rsidRDefault="00EA1D23" w:rsidP="00EA1D23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sectPr w:rsidR="003C4FBB" w:rsidSect="007A5A4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29A029" w14:textId="77777777" w:rsidR="009D0669" w:rsidRDefault="009D066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A5A4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A5A4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91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91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28817CA0" w:rsidR="00F1715C" w:rsidRDefault="009D0669" w:rsidP="009D0669">
          <w:pPr>
            <w:pStyle w:val="Zpat"/>
          </w:pPr>
          <w:r>
            <w:t>www.spravazeelznic</w:t>
          </w:r>
          <w:r w:rsidR="00F1715C">
            <w:t>.cz</w:t>
          </w:r>
        </w:p>
      </w:tc>
      <w:tc>
        <w:tcPr>
          <w:tcW w:w="2921" w:type="dxa"/>
        </w:tcPr>
        <w:p w14:paraId="0797EFD6" w14:textId="77777777" w:rsidR="00EA1D23" w:rsidRPr="00384960" w:rsidRDefault="00EA1D23" w:rsidP="00EA1D23">
          <w:pPr>
            <w:pStyle w:val="Zpat"/>
            <w:rPr>
              <w:b/>
            </w:rPr>
          </w:pPr>
          <w:r w:rsidRPr="00384960">
            <w:rPr>
              <w:b/>
            </w:rPr>
            <w:t>Oblastní ředitelství Ústí nad Labem</w:t>
          </w:r>
        </w:p>
        <w:p w14:paraId="6AD89764" w14:textId="77777777" w:rsidR="00EA1D23" w:rsidRPr="00384960" w:rsidRDefault="00EA1D23" w:rsidP="00EA1D23">
          <w:pPr>
            <w:pStyle w:val="Zpat"/>
            <w:rPr>
              <w:b/>
            </w:rPr>
          </w:pPr>
          <w:r w:rsidRPr="00384960">
            <w:rPr>
              <w:b/>
            </w:rPr>
            <w:t>Železničářská 1386/31</w:t>
          </w:r>
        </w:p>
        <w:p w14:paraId="6842531D" w14:textId="1234CF71" w:rsidR="00F1715C" w:rsidRDefault="00EA1D23" w:rsidP="00EA1D23">
          <w:pPr>
            <w:pStyle w:val="Zpat"/>
          </w:pPr>
          <w:r w:rsidRPr="00384960">
            <w:rPr>
              <w:b/>
            </w:rPr>
            <w:t>400 03 Ústí nad Labem</w:t>
          </w: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3C7DB" w14:textId="77777777" w:rsidR="009D0669" w:rsidRDefault="009D066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7A5A4A">
      <w:trPr>
        <w:trHeight w:hRule="exact" w:val="745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7A5A4A">
      <w:trPr>
        <w:trHeight w:hRule="exact" w:val="603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1F4C"/>
    <w:rsid w:val="003956C6"/>
    <w:rsid w:val="003C4FBB"/>
    <w:rsid w:val="003E21C4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5AEB"/>
    <w:rsid w:val="004F69EA"/>
    <w:rsid w:val="00511AB9"/>
    <w:rsid w:val="00523EA7"/>
    <w:rsid w:val="00553375"/>
    <w:rsid w:val="00557C28"/>
    <w:rsid w:val="005736B7"/>
    <w:rsid w:val="00575E5A"/>
    <w:rsid w:val="005A510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5A4A"/>
    <w:rsid w:val="007B570C"/>
    <w:rsid w:val="007C589B"/>
    <w:rsid w:val="007E4A6E"/>
    <w:rsid w:val="007F56A7"/>
    <w:rsid w:val="00807DD0"/>
    <w:rsid w:val="00850D4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0669"/>
    <w:rsid w:val="009E07F4"/>
    <w:rsid w:val="009F392E"/>
    <w:rsid w:val="00A6177B"/>
    <w:rsid w:val="00A62FB0"/>
    <w:rsid w:val="00A66136"/>
    <w:rsid w:val="00AA4CBB"/>
    <w:rsid w:val="00AA65FA"/>
    <w:rsid w:val="00AA7351"/>
    <w:rsid w:val="00AC6939"/>
    <w:rsid w:val="00AD056F"/>
    <w:rsid w:val="00AD6731"/>
    <w:rsid w:val="00B15D0D"/>
    <w:rsid w:val="00B6193B"/>
    <w:rsid w:val="00B75EE1"/>
    <w:rsid w:val="00B77481"/>
    <w:rsid w:val="00B8518B"/>
    <w:rsid w:val="00BD7E91"/>
    <w:rsid w:val="00BF5907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A61D7"/>
    <w:rsid w:val="00DC75F3"/>
    <w:rsid w:val="00DD46F3"/>
    <w:rsid w:val="00DE56F2"/>
    <w:rsid w:val="00DE684A"/>
    <w:rsid w:val="00DF116D"/>
    <w:rsid w:val="00E36C4A"/>
    <w:rsid w:val="00EA1D2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DCD5E4-3ED0-4EF1-BEC4-4118E40AA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31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Fridrichová Lucie, Bc.</cp:lastModifiedBy>
  <cp:revision>14</cp:revision>
  <cp:lastPrinted>2017-11-28T17:18:00Z</cp:lastPrinted>
  <dcterms:created xsi:type="dcterms:W3CDTF">2020-04-30T08:37:00Z</dcterms:created>
  <dcterms:modified xsi:type="dcterms:W3CDTF">2020-08-19T05:24:00Z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